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1980"/>
        <w:gridCol w:w="4950"/>
        <w:gridCol w:w="1620"/>
        <w:gridCol w:w="2520"/>
        <w:gridCol w:w="1098"/>
      </w:tblGrid>
      <w:tr w:rsidR="001D6A1A" w:rsidTr="001D6A1A">
        <w:tc>
          <w:tcPr>
            <w:tcW w:w="1008" w:type="dxa"/>
          </w:tcPr>
          <w:p w:rsidR="001D6A1A" w:rsidRDefault="001D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</w:p>
        </w:tc>
        <w:tc>
          <w:tcPr>
            <w:tcW w:w="12168" w:type="dxa"/>
            <w:gridSpan w:val="5"/>
          </w:tcPr>
          <w:p w:rsidR="001D6A1A" w:rsidRDefault="007D5C1D" w:rsidP="007D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 Science II</w:t>
            </w:r>
          </w:p>
        </w:tc>
      </w:tr>
      <w:tr w:rsidR="001D6A1A" w:rsidTr="001D6A1A">
        <w:tc>
          <w:tcPr>
            <w:tcW w:w="1008" w:type="dxa"/>
          </w:tcPr>
          <w:p w:rsidR="001D6A1A" w:rsidRDefault="001D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12168" w:type="dxa"/>
            <w:gridSpan w:val="5"/>
          </w:tcPr>
          <w:p w:rsidR="001D6A1A" w:rsidRDefault="007D5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</w:tr>
      <w:tr w:rsidR="001D6A1A" w:rsidTr="001D6A1A">
        <w:tc>
          <w:tcPr>
            <w:tcW w:w="1008" w:type="dxa"/>
            <w:tcBorders>
              <w:bottom w:val="single" w:sz="4" w:space="0" w:color="auto"/>
            </w:tcBorders>
          </w:tcPr>
          <w:p w:rsidR="001D6A1A" w:rsidRDefault="001D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</w:p>
        </w:tc>
        <w:tc>
          <w:tcPr>
            <w:tcW w:w="12168" w:type="dxa"/>
            <w:gridSpan w:val="5"/>
            <w:tcBorders>
              <w:bottom w:val="single" w:sz="4" w:space="0" w:color="auto"/>
            </w:tcBorders>
          </w:tcPr>
          <w:p w:rsidR="001D6A1A" w:rsidRDefault="007D5C1D" w:rsidP="006A2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 Welding – Controlling distortion</w:t>
            </w:r>
          </w:p>
        </w:tc>
      </w:tr>
      <w:tr w:rsidR="00406E43" w:rsidTr="00406E43">
        <w:trPr>
          <w:trHeight w:val="278"/>
        </w:trPr>
        <w:tc>
          <w:tcPr>
            <w:tcW w:w="2988" w:type="dxa"/>
            <w:gridSpan w:val="2"/>
            <w:vMerge w:val="restart"/>
            <w:tcBorders>
              <w:top w:val="single" w:sz="4" w:space="0" w:color="auto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Item to Change </w:t>
            </w:r>
          </w:p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(specific location)</w:t>
            </w:r>
          </w:p>
        </w:tc>
        <w:tc>
          <w:tcPr>
            <w:tcW w:w="4950" w:type="dxa"/>
            <w:vMerge w:val="restart"/>
            <w:tcBorders>
              <w:top w:val="single" w:sz="4" w:space="0" w:color="auto"/>
              <w:bottom w:val="nil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 of Change</w:t>
            </w:r>
          </w:p>
        </w:tc>
        <w:tc>
          <w:tcPr>
            <w:tcW w:w="5238" w:type="dxa"/>
            <w:gridSpan w:val="3"/>
            <w:tcBorders>
              <w:top w:val="single" w:sz="4" w:space="0" w:color="auto"/>
              <w:bottom w:val="nil"/>
            </w:tcBorders>
          </w:tcPr>
          <w:p w:rsidR="00406E43" w:rsidRPr="001D6A1A" w:rsidRDefault="00406E43" w:rsidP="001D6A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A1A">
              <w:rPr>
                <w:rFonts w:ascii="Times New Roman" w:hAnsi="Times New Roman" w:cs="Times New Roman"/>
                <w:b/>
                <w:sz w:val="28"/>
                <w:szCs w:val="28"/>
              </w:rPr>
              <w:t>Enhancements</w:t>
            </w:r>
          </w:p>
        </w:tc>
      </w:tr>
      <w:tr w:rsidR="00406E43" w:rsidTr="00406E43">
        <w:trPr>
          <w:trHeight w:val="277"/>
        </w:trPr>
        <w:tc>
          <w:tcPr>
            <w:tcW w:w="2988" w:type="dxa"/>
            <w:gridSpan w:val="2"/>
            <w:vMerge/>
            <w:tcBorders>
              <w:bottom w:val="single" w:sz="4" w:space="0" w:color="auto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vMerge/>
            <w:tcBorders>
              <w:top w:val="nil"/>
              <w:bottom w:val="single" w:sz="4" w:space="0" w:color="auto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  <w:right w:val="nil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Location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Priority</w:t>
            </w:r>
          </w:p>
        </w:tc>
      </w:tr>
      <w:tr w:rsidR="00406E43" w:rsidTr="00406E43">
        <w:tc>
          <w:tcPr>
            <w:tcW w:w="2988" w:type="dxa"/>
            <w:gridSpan w:val="2"/>
            <w:tcBorders>
              <w:top w:val="single" w:sz="4" w:space="0" w:color="auto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06E43" w:rsidRPr="00BA73C3" w:rsidRDefault="00406E43" w:rsidP="00BA73C3">
            <w:pPr>
              <w:tabs>
                <w:tab w:val="left" w:pos="1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43" w:rsidTr="00406E43">
        <w:tc>
          <w:tcPr>
            <w:tcW w:w="2988" w:type="dxa"/>
            <w:gridSpan w:val="2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406E43" w:rsidRDefault="00406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616" w:rsidRPr="001D6A1A" w:rsidRDefault="006A2616">
      <w:pPr>
        <w:rPr>
          <w:rFonts w:ascii="Times New Roman" w:hAnsi="Times New Roman" w:cs="Times New Roman"/>
          <w:sz w:val="24"/>
          <w:szCs w:val="24"/>
        </w:rPr>
      </w:pPr>
    </w:p>
    <w:sectPr w:rsidR="006A2616" w:rsidRPr="001D6A1A" w:rsidSect="001D6A1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25BAE"/>
    <w:multiLevelType w:val="hybridMultilevel"/>
    <w:tmpl w:val="B236486E"/>
    <w:lvl w:ilvl="0" w:tplc="486CDA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6A1A"/>
    <w:rsid w:val="000269A7"/>
    <w:rsid w:val="0008749D"/>
    <w:rsid w:val="001463DE"/>
    <w:rsid w:val="001A763E"/>
    <w:rsid w:val="001D6A1A"/>
    <w:rsid w:val="00260CCF"/>
    <w:rsid w:val="002843AF"/>
    <w:rsid w:val="00395AFF"/>
    <w:rsid w:val="003B4197"/>
    <w:rsid w:val="003C1443"/>
    <w:rsid w:val="003D33C3"/>
    <w:rsid w:val="00406E43"/>
    <w:rsid w:val="00407854"/>
    <w:rsid w:val="004748AB"/>
    <w:rsid w:val="00481279"/>
    <w:rsid w:val="004B065F"/>
    <w:rsid w:val="004F5385"/>
    <w:rsid w:val="004F5FF3"/>
    <w:rsid w:val="00534D23"/>
    <w:rsid w:val="005E0BF3"/>
    <w:rsid w:val="005F57F0"/>
    <w:rsid w:val="006368E7"/>
    <w:rsid w:val="006A2616"/>
    <w:rsid w:val="00706D9B"/>
    <w:rsid w:val="007D4F58"/>
    <w:rsid w:val="007D5C1D"/>
    <w:rsid w:val="007F0B69"/>
    <w:rsid w:val="0082678C"/>
    <w:rsid w:val="00860C46"/>
    <w:rsid w:val="008865E7"/>
    <w:rsid w:val="008E18C2"/>
    <w:rsid w:val="0091016A"/>
    <w:rsid w:val="00974BE4"/>
    <w:rsid w:val="00AC2338"/>
    <w:rsid w:val="00AF598F"/>
    <w:rsid w:val="00B3093D"/>
    <w:rsid w:val="00B530F5"/>
    <w:rsid w:val="00B73599"/>
    <w:rsid w:val="00BA73C3"/>
    <w:rsid w:val="00BD207F"/>
    <w:rsid w:val="00C71DD7"/>
    <w:rsid w:val="00CD3D1A"/>
    <w:rsid w:val="00D26A8E"/>
    <w:rsid w:val="00D863A5"/>
    <w:rsid w:val="00D8699F"/>
    <w:rsid w:val="00DF37E6"/>
    <w:rsid w:val="00E24443"/>
    <w:rsid w:val="00E82DEA"/>
    <w:rsid w:val="00E85794"/>
    <w:rsid w:val="00F24F24"/>
    <w:rsid w:val="00F628EE"/>
    <w:rsid w:val="00FD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7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IML Curriculum Evaluation Template</Template>
  <TotalTime>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Missouri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msaq54</dc:creator>
  <cp:keywords/>
  <dc:description/>
  <cp:lastModifiedBy>imlhempel</cp:lastModifiedBy>
  <cp:revision>2</cp:revision>
  <dcterms:created xsi:type="dcterms:W3CDTF">2008-09-09T15:47:00Z</dcterms:created>
  <dcterms:modified xsi:type="dcterms:W3CDTF">2008-09-09T15:47:00Z</dcterms:modified>
</cp:coreProperties>
</file>